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47D" w:rsidRPr="00A9647D" w:rsidRDefault="00A9647D" w:rsidP="00A9647D">
      <w:pPr>
        <w:shd w:val="clear" w:color="auto" w:fill="FFFFFF"/>
        <w:spacing w:after="390" w:line="630" w:lineRule="atLeast"/>
        <w:outlineLvl w:val="0"/>
        <w:rPr>
          <w:rFonts w:ascii="Arial" w:eastAsia="Times New Roman" w:hAnsi="Arial" w:cs="Arial"/>
          <w:color w:val="000000"/>
          <w:kern w:val="36"/>
          <w:sz w:val="54"/>
          <w:szCs w:val="54"/>
          <w:lang w:eastAsia="sv-SE"/>
        </w:rPr>
      </w:pPr>
      <w:r>
        <w:rPr>
          <w:rFonts w:ascii="Arial" w:eastAsia="Times New Roman" w:hAnsi="Arial" w:cs="Arial"/>
          <w:color w:val="000000"/>
          <w:kern w:val="36"/>
          <w:sz w:val="54"/>
          <w:szCs w:val="54"/>
          <w:lang w:eastAsia="sv-SE"/>
        </w:rPr>
        <w:t>B</w:t>
      </w:r>
      <w:r w:rsidRPr="00A9647D">
        <w:rPr>
          <w:rFonts w:ascii="Arial" w:eastAsia="Times New Roman" w:hAnsi="Arial" w:cs="Arial"/>
          <w:color w:val="000000"/>
          <w:kern w:val="36"/>
          <w:sz w:val="54"/>
          <w:szCs w:val="54"/>
          <w:lang w:eastAsia="sv-SE"/>
        </w:rPr>
        <w:t>randmän för sommarvikariat</w:t>
      </w:r>
    </w:p>
    <w:p w:rsidR="00A9647D" w:rsidRPr="00A9647D" w:rsidRDefault="00A9647D" w:rsidP="00A9647D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676767"/>
          <w:sz w:val="21"/>
          <w:szCs w:val="21"/>
        </w:rPr>
      </w:pPr>
      <w:r>
        <w:rPr>
          <w:rFonts w:ascii="Arial" w:hAnsi="Arial" w:cs="Arial"/>
          <w:color w:val="676767"/>
          <w:sz w:val="21"/>
          <w:szCs w:val="21"/>
        </w:rPr>
        <w:t xml:space="preserve">Gästrike Räddningstjänst är ett kommunalförbund med cirka 250 medarbetare. Vi ansvarar för räddningstjänst och förebyggande samhällsskydd i fem medlemskommuner; Gävle, Sandviken, Ockelbo, Hofors och Älvkarleby. Vårt uppdrag är att skydda människor, egendom och miljö samt minska sannolikheten för att bränder och andra olyckor inträffar. </w:t>
      </w:r>
      <w:r>
        <w:rPr>
          <w:rFonts w:ascii="Arial" w:hAnsi="Arial" w:cs="Arial"/>
          <w:color w:val="676767"/>
          <w:sz w:val="21"/>
          <w:szCs w:val="21"/>
        </w:rPr>
        <w:br/>
      </w:r>
      <w:r>
        <w:rPr>
          <w:rFonts w:ascii="Arial" w:eastAsia="Times New Roman" w:hAnsi="Arial" w:cs="Arial"/>
          <w:color w:val="000000"/>
          <w:sz w:val="27"/>
          <w:szCs w:val="27"/>
          <w:lang w:eastAsia="sv-SE"/>
        </w:rPr>
        <w:br/>
      </w: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Gästrike Räddningstjänst söker sommarvikarier till sommaren 2017 i Gävle och Sandviken. Krav på utbildning är minst två terminer på SMO-utbildningen eller genomförd utbildning vid SRV för brandman heltid alternativt genomförd Räddningsinsats/Brandman deltid. B-körkort krävs och C-körkort är meriterande. God vattenvana samt intyg på genomförd Guldbojen krävs. </w:t>
      </w:r>
    </w:p>
    <w:p w:rsidR="00A9647D" w:rsidRPr="00A9647D" w:rsidRDefault="00A9647D" w:rsidP="00A9647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Du kommer bland annat att genomföra operativa räddningsinsatser och öva/utbildas inför dessa, underhålla räddningstjänstens utrustning och delta i projekt.</w:t>
      </w:r>
      <w:bookmarkStart w:id="0" w:name="_GoBack"/>
      <w:bookmarkEnd w:id="0"/>
    </w:p>
    <w:p w:rsidR="00A9647D" w:rsidRPr="00A9647D" w:rsidRDefault="00A9647D" w:rsidP="00A9647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Du ska vara flexibel och ha lätt för att anpassa dig till ändrade omständigheter, ha god samarbetsförmåga samt vara förtroendeingivande i mötet med våra medborgare.</w:t>
      </w:r>
    </w:p>
    <w:p w:rsidR="00A9647D" w:rsidRDefault="00A9647D" w:rsidP="00A9647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 xml:space="preserve">Vikariaten tillträds i mitten av maj och kommer att inledas med några veckors introduktionsutbildning. Därefter kommer du att placeras på brandstationen i Gävle eller Sandviken. Intervjuer och fysiska tester kommer att genomföras den 2 januari på vår övningsanläggning i </w:t>
      </w:r>
      <w:proofErr w:type="spellStart"/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Rörberg</w:t>
      </w:r>
      <w:proofErr w:type="spellEnd"/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 xml:space="preserve">. </w:t>
      </w:r>
    </w:p>
    <w:p w:rsidR="00A9647D" w:rsidRPr="00A9647D" w:rsidRDefault="00A9647D" w:rsidP="00A9647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Vi tillämpar schemalagd skiftgång, delat dygn, 42 timmar per vecka. Vikariatet sträcker sig fram till och med vecka 34.</w:t>
      </w:r>
    </w:p>
    <w:p w:rsidR="00A9647D" w:rsidRPr="00A9647D" w:rsidRDefault="00A9647D" w:rsidP="00A9647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Välkommen med din ansökan via</w:t>
      </w:r>
      <w:r>
        <w:rPr>
          <w:rFonts w:ascii="Arial" w:eastAsia="Times New Roman" w:hAnsi="Arial" w:cs="Arial"/>
          <w:color w:val="000000"/>
          <w:sz w:val="27"/>
          <w:szCs w:val="27"/>
          <w:lang w:eastAsia="sv-SE"/>
        </w:rPr>
        <w:t xml:space="preserve"> vår hemsida,</w:t>
      </w: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 xml:space="preserve"> e-post eller post senast </w:t>
      </w:r>
      <w:r w:rsidRPr="00A9647D">
        <w:rPr>
          <w:rFonts w:ascii="Arial" w:eastAsia="Times New Roman" w:hAnsi="Arial" w:cs="Arial"/>
          <w:b/>
          <w:bCs/>
          <w:color w:val="000000"/>
          <w:sz w:val="27"/>
          <w:szCs w:val="27"/>
          <w:lang w:eastAsia="sv-SE"/>
        </w:rPr>
        <w:t>den 18 december</w:t>
      </w:r>
      <w:r w:rsidRPr="00A9647D">
        <w:rPr>
          <w:rFonts w:ascii="Arial" w:eastAsia="Times New Roman" w:hAnsi="Arial" w:cs="Arial"/>
          <w:color w:val="000000"/>
          <w:sz w:val="27"/>
          <w:szCs w:val="27"/>
          <w:lang w:eastAsia="sv-SE"/>
        </w:rPr>
        <w:t>.</w:t>
      </w:r>
    </w:p>
    <w:p w:rsidR="00A9647D" w:rsidRPr="00A9647D" w:rsidRDefault="00A9647D" w:rsidP="00A9647D">
      <w:pPr>
        <w:shd w:val="clear" w:color="auto" w:fill="FFFFFF"/>
        <w:spacing w:line="360" w:lineRule="atLeast"/>
        <w:rPr>
          <w:rFonts w:ascii="Arial" w:eastAsia="Times New Roman" w:hAnsi="Arial" w:cs="Arial"/>
          <w:color w:val="000000"/>
          <w:sz w:val="27"/>
          <w:szCs w:val="27"/>
          <w:lang w:eastAsia="sv-SE"/>
        </w:rPr>
      </w:pPr>
    </w:p>
    <w:p w:rsidR="00A9647D" w:rsidRDefault="00A9647D">
      <w:pPr>
        <w:rPr>
          <w:lang w:val="en-US"/>
        </w:rPr>
      </w:pPr>
      <w:r w:rsidRPr="00A9647D">
        <w:rPr>
          <w:b/>
          <w:lang w:val="en-US"/>
        </w:rPr>
        <w:t>E-post:</w:t>
      </w:r>
      <w:r>
        <w:rPr>
          <w:lang w:val="en-US"/>
        </w:rPr>
        <w:t xml:space="preserve"> </w:t>
      </w:r>
      <w:hyperlink r:id="rId4" w:history="1">
        <w:r w:rsidRPr="004778D4">
          <w:rPr>
            <w:rStyle w:val="Hyperlnk"/>
            <w:lang w:val="en-US"/>
          </w:rPr>
          <w:t>gastrike.raddning@gavle.se</w:t>
        </w:r>
      </w:hyperlink>
    </w:p>
    <w:p w:rsidR="00A9647D" w:rsidRDefault="00A9647D">
      <w:pPr>
        <w:rPr>
          <w:b/>
          <w:lang w:val="en-US"/>
        </w:rPr>
      </w:pPr>
    </w:p>
    <w:p w:rsidR="00A9647D" w:rsidRDefault="00A9647D">
      <w:pPr>
        <w:rPr>
          <w:lang w:val="en-US"/>
        </w:rPr>
      </w:pPr>
      <w:proofErr w:type="spellStart"/>
      <w:r w:rsidRPr="00A9647D">
        <w:rPr>
          <w:b/>
          <w:lang w:val="en-US"/>
        </w:rPr>
        <w:t>Hemsida</w:t>
      </w:r>
      <w:proofErr w:type="spellEnd"/>
      <w:r w:rsidRPr="00A9647D">
        <w:rPr>
          <w:b/>
          <w:lang w:val="en-US"/>
        </w:rPr>
        <w:t>:</w:t>
      </w:r>
      <w:r>
        <w:rPr>
          <w:lang w:val="en-US"/>
        </w:rPr>
        <w:t xml:space="preserve"> </w:t>
      </w:r>
      <w:hyperlink r:id="rId5" w:history="1">
        <w:r w:rsidRPr="004778D4">
          <w:rPr>
            <w:rStyle w:val="Hyperlnk"/>
            <w:lang w:val="en-US"/>
          </w:rPr>
          <w:t>www.gastrikeraddningstjanst.se</w:t>
        </w:r>
      </w:hyperlink>
    </w:p>
    <w:p w:rsidR="00A9647D" w:rsidRDefault="00A9647D">
      <w:pPr>
        <w:rPr>
          <w:lang w:val="en-US"/>
        </w:rPr>
      </w:pPr>
    </w:p>
    <w:p w:rsidR="00A9647D" w:rsidRPr="00A9647D" w:rsidRDefault="00A9647D">
      <w:pPr>
        <w:rPr>
          <w:b/>
        </w:rPr>
      </w:pPr>
      <w:r w:rsidRPr="00A9647D">
        <w:rPr>
          <w:b/>
        </w:rPr>
        <w:t xml:space="preserve">Postadress: </w:t>
      </w:r>
    </w:p>
    <w:p w:rsidR="00A9647D" w:rsidRPr="00A9647D" w:rsidRDefault="00A9647D">
      <w:r w:rsidRPr="00A9647D">
        <w:t>Gästrike Räddningstjänst</w:t>
      </w:r>
    </w:p>
    <w:p w:rsidR="00A9647D" w:rsidRPr="00A9647D" w:rsidRDefault="00A9647D">
      <w:r w:rsidRPr="00A9647D">
        <w:t>Hamntorget 8</w:t>
      </w:r>
    </w:p>
    <w:p w:rsidR="00A9647D" w:rsidRPr="00A9647D" w:rsidRDefault="00A9647D">
      <w:r w:rsidRPr="00A9647D">
        <w:t>803 10 Gävle</w:t>
      </w:r>
    </w:p>
    <w:sectPr w:rsidR="00A9647D" w:rsidRPr="00A9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47D"/>
    <w:rsid w:val="002D4A66"/>
    <w:rsid w:val="00A9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8B72B-8F44-4DC3-9086-9538D59C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A9647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9647D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customStyle="1" w:styleId="blogpostdate">
    <w:name w:val="blogpostdate"/>
    <w:basedOn w:val="Normal"/>
    <w:rsid w:val="00A9647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Normalwebb">
    <w:name w:val="Normal (Web)"/>
    <w:basedOn w:val="Normal"/>
    <w:uiPriority w:val="99"/>
    <w:semiHidden/>
    <w:unhideWhenUsed/>
    <w:rsid w:val="00A9647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Hyperlnk">
    <w:name w:val="Hyperlink"/>
    <w:basedOn w:val="Standardstycketeckensnitt"/>
    <w:uiPriority w:val="99"/>
    <w:unhideWhenUsed/>
    <w:rsid w:val="00A96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5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strikeraddningstjanst.se" TargetMode="External"/><Relationship Id="rId4" Type="http://schemas.openxmlformats.org/officeDocument/2006/relationships/hyperlink" Target="mailto:gastrike.raddning@gavle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107CD182.dotm</Template>
  <TotalTime>4</TotalTime>
  <Pages>1</Pages>
  <Words>283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Gävle Kommun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Bergqvist, Elin</dc:creator>
  <cp:keywords/>
  <dc:description/>
  <cp:lastModifiedBy>Bergqvist, Elin</cp:lastModifiedBy>
  <cp:revision>1</cp:revision>
  <dcterms:created xsi:type="dcterms:W3CDTF">2016-11-29T11:50:00Z</dcterms:created>
  <dcterms:modified xsi:type="dcterms:W3CDTF">2016-11-29T11:54:00Z</dcterms:modified>
</cp:coreProperties>
</file>